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30" w:rsidRDefault="00230530">
      <w:pPr>
        <w:rPr>
          <w:sz w:val="40"/>
          <w:szCs w:val="40"/>
        </w:rPr>
      </w:pPr>
      <w:r>
        <w:rPr>
          <w:sz w:val="40"/>
          <w:szCs w:val="40"/>
          <w:u w:val="single"/>
        </w:rPr>
        <w:t xml:space="preserve">Lesson 2. </w:t>
      </w:r>
      <w:r w:rsidRPr="000D6A12">
        <w:rPr>
          <w:sz w:val="40"/>
          <w:szCs w:val="40"/>
          <w:u w:val="single"/>
        </w:rPr>
        <w:t>France in Trouble</w:t>
      </w:r>
    </w:p>
    <w:p w:rsidR="00230530" w:rsidRPr="00A34F5F" w:rsidRDefault="00230530">
      <w:pPr>
        <w:rPr>
          <w:sz w:val="28"/>
          <w:szCs w:val="28"/>
        </w:rPr>
      </w:pP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Q.</w:t>
      </w:r>
      <w:r w:rsidRPr="00A34F5F">
        <w:rPr>
          <w:rFonts w:ascii="Comic Sans MS" w:hAnsi="Comic Sans MS" w:cs="Comic Sans MS"/>
          <w:sz w:val="28"/>
          <w:szCs w:val="28"/>
        </w:rPr>
        <w:t xml:space="preserve"> What was wrong with France’s monarchy? 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A.</w:t>
      </w:r>
      <w:r w:rsidRPr="00A34F5F">
        <w:rPr>
          <w:rFonts w:ascii="Comic Sans MS" w:hAnsi="Comic Sans MS" w:cs="Comic Sans MS"/>
          <w:sz w:val="28"/>
          <w:szCs w:val="28"/>
        </w:rPr>
        <w:t xml:space="preserve"> France’s monarchy was on the edge of collapse.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Q.</w:t>
      </w:r>
      <w:r w:rsidRPr="00A34F5F">
        <w:rPr>
          <w:rFonts w:ascii="Comic Sans MS" w:hAnsi="Comic Sans MS" w:cs="Comic Sans MS"/>
          <w:sz w:val="28"/>
          <w:szCs w:val="28"/>
        </w:rPr>
        <w:t xml:space="preserve"> Why was France’s tax system unfair?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A.</w:t>
      </w:r>
      <w:r w:rsidRPr="00A34F5F">
        <w:rPr>
          <w:rFonts w:ascii="Comic Sans MS" w:hAnsi="Comic Sans MS" w:cs="Comic Sans MS"/>
          <w:sz w:val="28"/>
          <w:szCs w:val="28"/>
        </w:rPr>
        <w:t xml:space="preserve"> It was unfair because the Peasants (serfs) and the Middle class paid heavy taxes while the nobles paid almost nothing.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 xml:space="preserve">Q. </w:t>
      </w:r>
      <w:r w:rsidRPr="00A34F5F">
        <w:rPr>
          <w:rFonts w:ascii="Comic Sans MS" w:hAnsi="Comic Sans MS" w:cs="Comic Sans MS"/>
          <w:sz w:val="28"/>
          <w:szCs w:val="28"/>
        </w:rPr>
        <w:t>Why was King Louis XVI a weak ruler?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A.</w:t>
      </w:r>
      <w:r w:rsidRPr="00A34F5F">
        <w:rPr>
          <w:rFonts w:ascii="Comic Sans MS" w:hAnsi="Comic Sans MS" w:cs="Comic Sans MS"/>
          <w:sz w:val="28"/>
          <w:szCs w:val="28"/>
        </w:rPr>
        <w:t xml:space="preserve"> He was a weak ruler because he found himself very short of money</w:t>
      </w:r>
    </w:p>
    <w:p w:rsidR="00230530" w:rsidRPr="00A34F5F" w:rsidRDefault="00230530">
      <w:pPr>
        <w:rPr>
          <w:rFonts w:ascii="Comic Sans MS" w:hAnsi="Comic Sans MS" w:cs="Comic Sans MS"/>
          <w:sz w:val="28"/>
          <w:szCs w:val="28"/>
        </w:rPr>
      </w:pPr>
    </w:p>
    <w:p w:rsidR="00230530" w:rsidRPr="00A34F5F" w:rsidRDefault="00230530" w:rsidP="00910558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 xml:space="preserve">Q. </w:t>
      </w:r>
      <w:r w:rsidRPr="00A34F5F">
        <w:rPr>
          <w:rFonts w:ascii="Comic Sans MS" w:hAnsi="Comic Sans MS" w:cs="Comic Sans MS"/>
          <w:sz w:val="28"/>
          <w:szCs w:val="28"/>
        </w:rPr>
        <w:t>The Estates-General represented the 3 estates, or class. Who was in each of the estates?</w:t>
      </w:r>
    </w:p>
    <w:p w:rsidR="00230530" w:rsidRPr="00A34F5F" w:rsidRDefault="00230530" w:rsidP="00910558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A.</w:t>
      </w:r>
      <w:r w:rsidRPr="00A34F5F">
        <w:rPr>
          <w:rFonts w:ascii="Comic Sans MS" w:hAnsi="Comic Sans MS" w:cs="Comic Sans MS"/>
          <w:sz w:val="28"/>
          <w:szCs w:val="28"/>
        </w:rPr>
        <w:t xml:space="preserve"> The 3 estates where made up of #1.Church officials, #2. Nobles and 3#. 98% population.  </w:t>
      </w:r>
    </w:p>
    <w:p w:rsidR="00230530" w:rsidRPr="00A34F5F" w:rsidRDefault="00230530" w:rsidP="00910558">
      <w:pPr>
        <w:rPr>
          <w:rFonts w:ascii="Comic Sans MS" w:hAnsi="Comic Sans MS" w:cs="Comic Sans MS"/>
          <w:sz w:val="28"/>
          <w:szCs w:val="28"/>
        </w:rPr>
      </w:pPr>
    </w:p>
    <w:p w:rsidR="00230530" w:rsidRPr="00A34F5F" w:rsidRDefault="00230530" w:rsidP="00910558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Q.</w:t>
      </w:r>
      <w:r w:rsidRPr="00A34F5F">
        <w:rPr>
          <w:rFonts w:ascii="Comic Sans MS" w:hAnsi="Comic Sans MS" w:cs="Comic Sans MS"/>
          <w:sz w:val="28"/>
          <w:szCs w:val="28"/>
        </w:rPr>
        <w:t xml:space="preserve"> The National Assembly wrote what constitution, and what was the effect of it. </w:t>
      </w:r>
    </w:p>
    <w:p w:rsidR="00230530" w:rsidRPr="00A34F5F" w:rsidRDefault="00230530" w:rsidP="00910558">
      <w:pPr>
        <w:rPr>
          <w:rFonts w:ascii="Comic Sans MS" w:hAnsi="Comic Sans MS" w:cs="Comic Sans MS"/>
          <w:sz w:val="28"/>
          <w:szCs w:val="28"/>
        </w:rPr>
      </w:pPr>
      <w:r w:rsidRPr="00A34F5F">
        <w:rPr>
          <w:rFonts w:ascii="Comic Sans MS" w:hAnsi="Comic Sans MS" w:cs="Comic Sans MS"/>
          <w:b/>
          <w:bCs/>
          <w:sz w:val="28"/>
          <w:szCs w:val="28"/>
        </w:rPr>
        <w:t>A.</w:t>
      </w:r>
      <w:r w:rsidRPr="00A34F5F">
        <w:rPr>
          <w:rFonts w:ascii="Comic Sans MS" w:hAnsi="Comic Sans MS" w:cs="Comic Sans MS"/>
          <w:sz w:val="28"/>
          <w:szCs w:val="28"/>
        </w:rPr>
        <w:t xml:space="preserve"> They wrote the *constitution of France* and it caused the French Revolution.</w:t>
      </w:r>
    </w:p>
    <w:sectPr w:rsidR="00230530" w:rsidRPr="00A34F5F" w:rsidSect="00B10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93062"/>
    <w:multiLevelType w:val="hybridMultilevel"/>
    <w:tmpl w:val="26C0104C"/>
    <w:lvl w:ilvl="0" w:tplc="38B866B8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4A74A0"/>
    <w:multiLevelType w:val="hybridMultilevel"/>
    <w:tmpl w:val="7AA46F3C"/>
    <w:lvl w:ilvl="0" w:tplc="0C5692C0">
      <w:start w:val="17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A12"/>
    <w:rsid w:val="000D6A12"/>
    <w:rsid w:val="001410BE"/>
    <w:rsid w:val="001A5FC9"/>
    <w:rsid w:val="00230530"/>
    <w:rsid w:val="00910558"/>
    <w:rsid w:val="00A34F5F"/>
    <w:rsid w:val="00A855B4"/>
    <w:rsid w:val="00B104A8"/>
    <w:rsid w:val="00C40248"/>
    <w:rsid w:val="00C546DC"/>
    <w:rsid w:val="00E377E1"/>
    <w:rsid w:val="00E7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4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546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110</Words>
  <Characters>631</Characters>
  <Application>Microsoft Office Outlook</Application>
  <DocSecurity>0</DocSecurity>
  <Lines>0</Lines>
  <Paragraphs>0</Paragraphs>
  <ScaleCrop>false</ScaleCrop>
  <Company>Franklin Township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Casey</dc:creator>
  <cp:keywords/>
  <dc:description/>
  <cp:lastModifiedBy>Franklin Township School</cp:lastModifiedBy>
  <cp:revision>4</cp:revision>
  <dcterms:created xsi:type="dcterms:W3CDTF">2012-04-03T16:52:00Z</dcterms:created>
  <dcterms:modified xsi:type="dcterms:W3CDTF">2012-04-03T18:56:00Z</dcterms:modified>
</cp:coreProperties>
</file>